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3021F" w14:textId="77777777" w:rsidR="00A53C31" w:rsidRPr="0025285E" w:rsidRDefault="00986218" w:rsidP="00677D34">
      <w:pPr>
        <w:jc w:val="both"/>
        <w:rPr>
          <w:rFonts w:ascii="Times New Roman" w:hAnsi="Times New Roman"/>
          <w:noProof/>
          <w:sz w:val="24"/>
          <w:lang w:eastAsia="hu-HU"/>
        </w:rPr>
      </w:pPr>
      <w:r w:rsidRPr="0025285E">
        <w:rPr>
          <w:rFonts w:ascii="Times New Roman" w:hAnsi="Times New Roman"/>
          <w:noProof/>
          <w:sz w:val="24"/>
          <w:lang w:eastAsia="hu-HU"/>
        </w:rPr>
        <w:drawing>
          <wp:inline distT="0" distB="0" distL="0" distR="0" wp14:anchorId="7FF3022E" wp14:editId="7FF3022F">
            <wp:extent cx="5753100" cy="1190625"/>
            <wp:effectExtent l="0" t="0" r="0" b="9525"/>
            <wp:docPr id="1" name="Kép 1" descr="fejlec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20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30220" w14:textId="77777777" w:rsidR="000C31C7" w:rsidRDefault="000C31C7" w:rsidP="0025285E">
      <w:pPr>
        <w:spacing w:before="240" w:after="120"/>
        <w:jc w:val="center"/>
        <w:rPr>
          <w:rFonts w:ascii="Times New Roman" w:hAnsi="Times New Roman"/>
          <w:b/>
          <w:noProof/>
          <w:sz w:val="24"/>
          <w:lang w:eastAsia="hu-HU"/>
        </w:rPr>
      </w:pPr>
    </w:p>
    <w:p w14:paraId="7FF30221" w14:textId="77777777" w:rsidR="0025285E" w:rsidRPr="000C31C7" w:rsidRDefault="0025285E" w:rsidP="0025285E">
      <w:pPr>
        <w:spacing w:before="240" w:after="120"/>
        <w:jc w:val="center"/>
        <w:rPr>
          <w:rFonts w:ascii="Times New Roman" w:hAnsi="Times New Roman"/>
          <w:b/>
          <w:noProof/>
          <w:sz w:val="28"/>
          <w:lang w:eastAsia="hu-HU"/>
        </w:rPr>
      </w:pPr>
      <w:r w:rsidRPr="000C31C7">
        <w:rPr>
          <w:rFonts w:ascii="Times New Roman" w:hAnsi="Times New Roman"/>
          <w:b/>
          <w:noProof/>
          <w:sz w:val="28"/>
          <w:lang w:eastAsia="hu-HU"/>
        </w:rPr>
        <w:t>NYILATKOZAT</w:t>
      </w:r>
    </w:p>
    <w:p w14:paraId="7FF30222" w14:textId="258A5F63" w:rsidR="00F90779" w:rsidRPr="000C31C7" w:rsidRDefault="00695FBD" w:rsidP="0025285E">
      <w:pPr>
        <w:spacing w:after="360"/>
        <w:jc w:val="center"/>
        <w:rPr>
          <w:rFonts w:ascii="Times New Roman" w:hAnsi="Times New Roman"/>
          <w:b/>
          <w:noProof/>
          <w:sz w:val="28"/>
          <w:lang w:eastAsia="hu-HU"/>
        </w:rPr>
      </w:pPr>
      <w:r>
        <w:rPr>
          <w:rFonts w:ascii="Times New Roman" w:hAnsi="Times New Roman"/>
          <w:b/>
          <w:noProof/>
          <w:sz w:val="28"/>
          <w:lang w:eastAsia="hu-HU"/>
        </w:rPr>
        <w:t>Online heti é</w:t>
      </w:r>
      <w:r w:rsidR="00D9130C">
        <w:rPr>
          <w:rFonts w:ascii="Times New Roman" w:hAnsi="Times New Roman"/>
          <w:b/>
          <w:noProof/>
          <w:sz w:val="28"/>
          <w:lang w:eastAsia="hu-HU"/>
        </w:rPr>
        <w:t xml:space="preserve">s napijegyek forgalmazásáról a </w:t>
      </w:r>
      <w:r>
        <w:rPr>
          <w:rFonts w:ascii="Times New Roman" w:hAnsi="Times New Roman"/>
          <w:b/>
          <w:noProof/>
          <w:sz w:val="28"/>
          <w:lang w:eastAsia="hu-HU"/>
        </w:rPr>
        <w:t xml:space="preserve">HORINFO </w:t>
      </w:r>
      <w:r w:rsidR="00D9130C">
        <w:rPr>
          <w:rFonts w:ascii="Times New Roman" w:hAnsi="Times New Roman"/>
          <w:b/>
          <w:noProof/>
          <w:sz w:val="28"/>
          <w:lang w:eastAsia="hu-HU"/>
        </w:rPr>
        <w:t xml:space="preserve">rendszerben </w:t>
      </w:r>
      <w:r w:rsidR="00D9130C">
        <w:rPr>
          <w:rFonts w:ascii="Times New Roman" w:hAnsi="Times New Roman"/>
          <w:b/>
          <w:noProof/>
          <w:sz w:val="28"/>
          <w:lang w:eastAsia="hu-HU"/>
        </w:rPr>
        <w:br/>
        <w:t>202</w:t>
      </w:r>
      <w:r w:rsidR="00F55E98">
        <w:rPr>
          <w:rFonts w:ascii="Times New Roman" w:hAnsi="Times New Roman"/>
          <w:b/>
          <w:noProof/>
          <w:sz w:val="28"/>
          <w:lang w:eastAsia="hu-HU"/>
        </w:rPr>
        <w:t>5</w:t>
      </w:r>
      <w:r w:rsidR="008A3D57">
        <w:rPr>
          <w:rFonts w:ascii="Times New Roman" w:hAnsi="Times New Roman"/>
          <w:b/>
          <w:noProof/>
          <w:sz w:val="28"/>
          <w:lang w:eastAsia="hu-HU"/>
        </w:rPr>
        <w:t xml:space="preserve">. </w:t>
      </w:r>
      <w:r w:rsidR="00F55E98">
        <w:rPr>
          <w:rFonts w:ascii="Times New Roman" w:hAnsi="Times New Roman"/>
          <w:b/>
          <w:noProof/>
          <w:sz w:val="28"/>
          <w:lang w:eastAsia="hu-HU"/>
        </w:rPr>
        <w:t>november</w:t>
      </w:r>
      <w:r w:rsidR="008A3D57">
        <w:rPr>
          <w:rFonts w:ascii="Times New Roman" w:hAnsi="Times New Roman"/>
          <w:b/>
          <w:noProof/>
          <w:sz w:val="28"/>
          <w:lang w:eastAsia="hu-HU"/>
        </w:rPr>
        <w:t xml:space="preserve"> </w:t>
      </w:r>
      <w:r w:rsidR="00F55E98">
        <w:rPr>
          <w:rFonts w:ascii="Times New Roman" w:hAnsi="Times New Roman"/>
          <w:b/>
          <w:noProof/>
          <w:sz w:val="28"/>
          <w:lang w:eastAsia="hu-HU"/>
        </w:rPr>
        <w:t>0</w:t>
      </w:r>
      <w:r w:rsidR="008A3D57">
        <w:rPr>
          <w:rFonts w:ascii="Times New Roman" w:hAnsi="Times New Roman"/>
          <w:b/>
          <w:noProof/>
          <w:sz w:val="28"/>
          <w:lang w:eastAsia="hu-HU"/>
        </w:rPr>
        <w:t xml:space="preserve">1. </w:t>
      </w:r>
      <w:r w:rsidR="00D9130C">
        <w:rPr>
          <w:rFonts w:ascii="Times New Roman" w:hAnsi="Times New Roman"/>
          <w:b/>
          <w:noProof/>
          <w:sz w:val="28"/>
          <w:lang w:eastAsia="hu-HU"/>
        </w:rPr>
        <w:t>és 202</w:t>
      </w:r>
      <w:r w:rsidR="00F55E98">
        <w:rPr>
          <w:rFonts w:ascii="Times New Roman" w:hAnsi="Times New Roman"/>
          <w:b/>
          <w:noProof/>
          <w:sz w:val="28"/>
          <w:lang w:eastAsia="hu-HU"/>
        </w:rPr>
        <w:t>5</w:t>
      </w:r>
      <w:r w:rsidR="00D9130C">
        <w:rPr>
          <w:rFonts w:ascii="Times New Roman" w:hAnsi="Times New Roman"/>
          <w:b/>
          <w:noProof/>
          <w:sz w:val="28"/>
          <w:lang w:eastAsia="hu-HU"/>
        </w:rPr>
        <w:t>.</w:t>
      </w:r>
      <w:r>
        <w:rPr>
          <w:rFonts w:ascii="Times New Roman" w:hAnsi="Times New Roman"/>
          <w:b/>
          <w:noProof/>
          <w:sz w:val="28"/>
          <w:lang w:eastAsia="hu-HU"/>
        </w:rPr>
        <w:t xml:space="preserve"> december 31</w:t>
      </w:r>
      <w:r w:rsidR="00D9130C">
        <w:rPr>
          <w:rFonts w:ascii="Times New Roman" w:hAnsi="Times New Roman"/>
          <w:b/>
          <w:noProof/>
          <w:sz w:val="28"/>
          <w:lang w:eastAsia="hu-HU"/>
        </w:rPr>
        <w:t>. között</w:t>
      </w:r>
    </w:p>
    <w:p w14:paraId="7FF30223" w14:textId="77777777" w:rsidR="000C31C7" w:rsidRPr="0025285E" w:rsidRDefault="000C31C7" w:rsidP="0025285E">
      <w:pPr>
        <w:spacing w:after="360"/>
        <w:jc w:val="center"/>
        <w:rPr>
          <w:rFonts w:ascii="Times New Roman" w:hAnsi="Times New Roman"/>
          <w:b/>
          <w:noProof/>
          <w:sz w:val="24"/>
          <w:lang w:eastAsia="hu-HU"/>
        </w:rPr>
      </w:pPr>
    </w:p>
    <w:p w14:paraId="7FF30224" w14:textId="5A2D29D3" w:rsidR="001A2904" w:rsidRDefault="000C31C7" w:rsidP="000C31C7">
      <w:pPr>
        <w:spacing w:after="240"/>
        <w:jc w:val="both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A(z) ………………………………………</w:t>
      </w:r>
      <w:r w:rsidR="00677D34" w:rsidRPr="0025285E">
        <w:rPr>
          <w:rFonts w:ascii="Times New Roman" w:hAnsi="Times New Roman"/>
          <w:noProof/>
          <w:sz w:val="24"/>
          <w:lang w:eastAsia="hu-HU"/>
        </w:rPr>
        <w:t xml:space="preserve">….. Horgász Egyesület </w:t>
      </w:r>
      <w:r w:rsidR="00695FBD">
        <w:rPr>
          <w:rFonts w:ascii="Times New Roman" w:hAnsi="Times New Roman"/>
          <w:noProof/>
          <w:sz w:val="24"/>
          <w:lang w:eastAsia="hu-HU"/>
        </w:rPr>
        <w:t>a HORINFO rendszerben online területi jegyek</w:t>
      </w:r>
      <w:r w:rsidR="00677D34" w:rsidRPr="0025285E">
        <w:rPr>
          <w:rFonts w:ascii="Times New Roman" w:hAnsi="Times New Roman"/>
          <w:noProof/>
          <w:sz w:val="24"/>
          <w:lang w:eastAsia="hu-HU"/>
        </w:rPr>
        <w:t xml:space="preserve"> kiadásával és elszámolásával megbízott felelőseként nyilatkozom, hogy a Sporthorgász Egyesületek Vas Megyei Szövetsége </w:t>
      </w:r>
      <w:r w:rsidR="00695FBD">
        <w:rPr>
          <w:rFonts w:ascii="Times New Roman" w:hAnsi="Times New Roman"/>
          <w:noProof/>
          <w:sz w:val="24"/>
          <w:lang w:eastAsia="hu-HU"/>
        </w:rPr>
        <w:t>kezelésébe tartozó vízterületekre heti és napijegyeket 202</w:t>
      </w:r>
      <w:r w:rsidR="00992E10">
        <w:rPr>
          <w:rFonts w:ascii="Times New Roman" w:hAnsi="Times New Roman"/>
          <w:noProof/>
          <w:sz w:val="24"/>
          <w:lang w:eastAsia="hu-HU"/>
        </w:rPr>
        <w:t>5</w:t>
      </w:r>
      <w:r w:rsidR="00695FBD">
        <w:rPr>
          <w:rFonts w:ascii="Times New Roman" w:hAnsi="Times New Roman"/>
          <w:noProof/>
          <w:sz w:val="24"/>
          <w:lang w:eastAsia="hu-HU"/>
        </w:rPr>
        <w:t xml:space="preserve">. október 31. után, az év hátralévő részében forgalmazni </w:t>
      </w:r>
    </w:p>
    <w:p w14:paraId="7FF30225" w14:textId="77777777" w:rsidR="000C31C7" w:rsidRDefault="001A2904" w:rsidP="001A2904">
      <w:pPr>
        <w:spacing w:after="240"/>
        <w:jc w:val="center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 xml:space="preserve">SZÁNDÉKOZOM. </w:t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  <w:t>/</w:t>
      </w:r>
      <w:r>
        <w:rPr>
          <w:rFonts w:ascii="Times New Roman" w:hAnsi="Times New Roman"/>
          <w:noProof/>
          <w:sz w:val="24"/>
          <w:lang w:eastAsia="hu-HU"/>
        </w:rPr>
        <w:tab/>
        <w:t xml:space="preserve">NEM SZÁNDÉKOZOM. </w:t>
      </w:r>
      <w:r w:rsidR="008968B6">
        <w:rPr>
          <w:rFonts w:ascii="Times New Roman" w:hAnsi="Times New Roman"/>
          <w:noProof/>
          <w:sz w:val="24"/>
          <w:lang w:eastAsia="hu-HU"/>
        </w:rPr>
        <w:t xml:space="preserve">        </w:t>
      </w:r>
      <w:r w:rsidR="00831BBE">
        <w:rPr>
          <w:rStyle w:val="Lbjegyzet-hivatkozs"/>
          <w:rFonts w:ascii="Times New Roman" w:hAnsi="Times New Roman"/>
          <w:noProof/>
          <w:sz w:val="24"/>
          <w:lang w:eastAsia="hu-HU"/>
        </w:rPr>
        <w:footnoteReference w:id="1"/>
      </w:r>
    </w:p>
    <w:p w14:paraId="7FF30226" w14:textId="1C1A28B9" w:rsidR="00FA2993" w:rsidRDefault="001A2904" w:rsidP="000C31C7">
      <w:pPr>
        <w:spacing w:after="240"/>
        <w:jc w:val="both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Az online területi jegyek év végéig való forgalmázával</w:t>
      </w:r>
      <w:r w:rsidR="00FA2993">
        <w:rPr>
          <w:rFonts w:ascii="Times New Roman" w:hAnsi="Times New Roman"/>
          <w:noProof/>
          <w:sz w:val="24"/>
          <w:lang w:eastAsia="hu-HU"/>
        </w:rPr>
        <w:t xml:space="preserve"> tudomásul veszem, hogy a 202</w:t>
      </w:r>
      <w:r w:rsidR="00F55E98">
        <w:rPr>
          <w:rFonts w:ascii="Times New Roman" w:hAnsi="Times New Roman"/>
          <w:noProof/>
          <w:sz w:val="24"/>
          <w:lang w:eastAsia="hu-HU"/>
        </w:rPr>
        <w:t>5</w:t>
      </w:r>
      <w:r w:rsidR="00FA2993">
        <w:rPr>
          <w:rFonts w:ascii="Times New Roman" w:hAnsi="Times New Roman"/>
          <w:noProof/>
          <w:sz w:val="24"/>
          <w:lang w:eastAsia="hu-HU"/>
        </w:rPr>
        <w:t>. évben eladott területi jegyek után járó jutalék kizárólag a</w:t>
      </w:r>
      <w:r w:rsidR="00D9130C">
        <w:rPr>
          <w:rFonts w:ascii="Times New Roman" w:hAnsi="Times New Roman"/>
          <w:noProof/>
          <w:sz w:val="24"/>
          <w:lang w:eastAsia="hu-HU"/>
        </w:rPr>
        <w:t>z év végi</w:t>
      </w:r>
      <w:r w:rsidR="00FA2993">
        <w:rPr>
          <w:rFonts w:ascii="Times New Roman" w:hAnsi="Times New Roman"/>
          <w:noProof/>
          <w:sz w:val="24"/>
          <w:lang w:eastAsia="hu-HU"/>
        </w:rPr>
        <w:t xml:space="preserve"> </w:t>
      </w:r>
      <w:r w:rsidR="00FA2993" w:rsidRPr="00FA2993">
        <w:rPr>
          <w:rFonts w:ascii="Times New Roman" w:hAnsi="Times New Roman"/>
          <w:noProof/>
          <w:sz w:val="24"/>
          <w:lang w:eastAsia="hu-HU"/>
        </w:rPr>
        <w:t>végelszámolást követően -  202</w:t>
      </w:r>
      <w:r w:rsidR="00F55E98">
        <w:rPr>
          <w:rFonts w:ascii="Times New Roman" w:hAnsi="Times New Roman"/>
          <w:noProof/>
          <w:sz w:val="24"/>
          <w:lang w:eastAsia="hu-HU"/>
        </w:rPr>
        <w:t>6</w:t>
      </w:r>
      <w:r w:rsidR="00FA2993" w:rsidRPr="00FA2993">
        <w:rPr>
          <w:rFonts w:ascii="Times New Roman" w:hAnsi="Times New Roman"/>
          <w:noProof/>
          <w:sz w:val="24"/>
          <w:lang w:eastAsia="hu-HU"/>
        </w:rPr>
        <w:t>. január hónapban -  kerül kifizetésre</w:t>
      </w:r>
    </w:p>
    <w:p w14:paraId="7FF30227" w14:textId="77777777" w:rsidR="00FA2993" w:rsidRDefault="00FA2993" w:rsidP="0025285E">
      <w:pPr>
        <w:tabs>
          <w:tab w:val="center" w:pos="6804"/>
        </w:tabs>
        <w:spacing w:after="0"/>
        <w:jc w:val="both"/>
        <w:rPr>
          <w:rFonts w:ascii="Times New Roman" w:hAnsi="Times New Roman"/>
          <w:noProof/>
          <w:sz w:val="24"/>
          <w:lang w:eastAsia="hu-HU"/>
        </w:rPr>
      </w:pPr>
    </w:p>
    <w:p w14:paraId="7FF30228" w14:textId="77777777" w:rsidR="00FA2993" w:rsidRDefault="00FA2993" w:rsidP="0025285E">
      <w:pPr>
        <w:tabs>
          <w:tab w:val="center" w:pos="6804"/>
        </w:tabs>
        <w:spacing w:after="0"/>
        <w:jc w:val="both"/>
        <w:rPr>
          <w:rFonts w:ascii="Times New Roman" w:hAnsi="Times New Roman"/>
          <w:noProof/>
          <w:sz w:val="24"/>
          <w:lang w:eastAsia="hu-HU"/>
        </w:rPr>
      </w:pPr>
    </w:p>
    <w:p w14:paraId="7FF30229" w14:textId="77777777" w:rsidR="00FA2993" w:rsidRDefault="00FA2993" w:rsidP="0025285E">
      <w:pPr>
        <w:tabs>
          <w:tab w:val="center" w:pos="6804"/>
        </w:tabs>
        <w:spacing w:after="0"/>
        <w:jc w:val="both"/>
        <w:rPr>
          <w:rFonts w:ascii="Times New Roman" w:hAnsi="Times New Roman"/>
          <w:noProof/>
          <w:sz w:val="24"/>
          <w:lang w:eastAsia="hu-HU"/>
        </w:rPr>
      </w:pPr>
    </w:p>
    <w:p w14:paraId="7FF3022A" w14:textId="326E150D" w:rsidR="00677D34" w:rsidRDefault="00023807" w:rsidP="0025285E">
      <w:pPr>
        <w:tabs>
          <w:tab w:val="center" w:pos="6804"/>
        </w:tabs>
        <w:spacing w:after="0"/>
        <w:jc w:val="both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…………………….., 202</w:t>
      </w:r>
      <w:r w:rsidR="00F55E98">
        <w:rPr>
          <w:rFonts w:ascii="Times New Roman" w:hAnsi="Times New Roman"/>
          <w:noProof/>
          <w:sz w:val="24"/>
          <w:lang w:eastAsia="hu-HU"/>
        </w:rPr>
        <w:t>5</w:t>
      </w:r>
      <w:r w:rsidR="0025285E">
        <w:rPr>
          <w:rFonts w:ascii="Times New Roman" w:hAnsi="Times New Roman"/>
          <w:noProof/>
          <w:sz w:val="24"/>
          <w:lang w:eastAsia="hu-HU"/>
        </w:rPr>
        <w:t>.………………</w:t>
      </w:r>
      <w:r w:rsidR="0025285E">
        <w:rPr>
          <w:rFonts w:ascii="Times New Roman" w:hAnsi="Times New Roman"/>
          <w:noProof/>
          <w:sz w:val="24"/>
          <w:lang w:eastAsia="hu-HU"/>
        </w:rPr>
        <w:tab/>
        <w:t>…………………………………..</w:t>
      </w:r>
    </w:p>
    <w:p w14:paraId="7FF3022B" w14:textId="77777777" w:rsidR="0025285E" w:rsidRDefault="0025285E" w:rsidP="0025285E">
      <w:pPr>
        <w:tabs>
          <w:tab w:val="center" w:pos="6804"/>
        </w:tabs>
        <w:spacing w:after="0"/>
        <w:jc w:val="both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ab/>
        <w:t>Horgász Egyesület</w:t>
      </w:r>
    </w:p>
    <w:p w14:paraId="7FF3022C" w14:textId="77777777" w:rsidR="0025285E" w:rsidRPr="0025285E" w:rsidRDefault="0025285E" w:rsidP="0025285E">
      <w:pPr>
        <w:tabs>
          <w:tab w:val="center" w:pos="6804"/>
        </w:tabs>
        <w:spacing w:after="720"/>
        <w:jc w:val="both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ab/>
        <w:t>megbízottja</w:t>
      </w:r>
    </w:p>
    <w:p w14:paraId="7FF3022D" w14:textId="77777777" w:rsidR="00F90779" w:rsidRPr="0025285E" w:rsidRDefault="00F90779" w:rsidP="00677D34">
      <w:pPr>
        <w:jc w:val="both"/>
        <w:rPr>
          <w:rFonts w:ascii="Times New Roman" w:hAnsi="Times New Roman"/>
          <w:noProof/>
          <w:sz w:val="24"/>
          <w:lang w:eastAsia="hu-HU"/>
        </w:rPr>
      </w:pPr>
    </w:p>
    <w:sectPr w:rsidR="00F90779" w:rsidRPr="0025285E" w:rsidSect="00815DAB">
      <w:footerReference w:type="default" r:id="rId9"/>
      <w:pgSz w:w="11906" w:h="16838"/>
      <w:pgMar w:top="284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90977C" w14:textId="77777777" w:rsidR="00E67A5D" w:rsidRDefault="00E67A5D" w:rsidP="00A408D9">
      <w:pPr>
        <w:spacing w:after="0" w:line="240" w:lineRule="auto"/>
      </w:pPr>
      <w:r>
        <w:separator/>
      </w:r>
    </w:p>
  </w:endnote>
  <w:endnote w:type="continuationSeparator" w:id="0">
    <w:p w14:paraId="734339EA" w14:textId="77777777" w:rsidR="00E67A5D" w:rsidRDefault="00E67A5D" w:rsidP="00A40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30234" w14:textId="77777777" w:rsidR="00815DAB" w:rsidRPr="003B05AA" w:rsidRDefault="00815DAB" w:rsidP="00815DAB">
    <w:pPr>
      <w:pStyle w:val="llb"/>
      <w:spacing w:after="0" w:line="240" w:lineRule="auto"/>
      <w:jc w:val="center"/>
      <w:rPr>
        <w:b/>
        <w:color w:val="1F497D"/>
        <w:sz w:val="28"/>
      </w:rPr>
    </w:pPr>
    <w:r w:rsidRPr="003B05AA">
      <w:rPr>
        <w:b/>
        <w:color w:val="1F497D"/>
        <w:sz w:val="28"/>
      </w:rPr>
      <w:t>_________________________________________________________________</w:t>
    </w:r>
  </w:p>
  <w:p w14:paraId="7FF30235" w14:textId="77777777" w:rsidR="00815DAB" w:rsidRPr="003B05AA" w:rsidRDefault="00815DAB" w:rsidP="00815DAB">
    <w:pPr>
      <w:pStyle w:val="llb"/>
      <w:spacing w:after="0" w:line="240" w:lineRule="auto"/>
      <w:jc w:val="center"/>
      <w:rPr>
        <w:b/>
        <w:color w:val="1F497D"/>
        <w:sz w:val="2"/>
      </w:rPr>
    </w:pPr>
  </w:p>
  <w:p w14:paraId="7FF30236" w14:textId="77777777" w:rsidR="00F90779" w:rsidRDefault="00986218" w:rsidP="00815DAB">
    <w:pPr>
      <w:pStyle w:val="llb"/>
      <w:spacing w:after="0" w:line="240" w:lineRule="auto"/>
      <w:jc w:val="center"/>
      <w:rPr>
        <w:color w:val="1F497D"/>
      </w:rPr>
    </w:pPr>
    <w:r>
      <w:rPr>
        <w:b/>
        <w:noProof/>
        <w:color w:val="1F497D"/>
        <w:lang w:eastAsia="hu-HU"/>
      </w:rPr>
      <w:drawing>
        <wp:inline distT="0" distB="0" distL="0" distR="0" wp14:anchorId="7FF30239" wp14:editId="4BFD073B">
          <wp:extent cx="2028825" cy="657225"/>
          <wp:effectExtent l="0" t="0" r="9525" b="9525"/>
          <wp:docPr id="2" name="Kép 2" descr="MOHOSZ_tagszervez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HOSZ_tagszervez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F30238" w14:textId="10A5CAD2" w:rsidR="00815DAB" w:rsidRPr="002D1F7B" w:rsidRDefault="00815DAB" w:rsidP="002D1F7B">
    <w:pPr>
      <w:pStyle w:val="llb"/>
      <w:spacing w:after="0" w:line="240" w:lineRule="auto"/>
      <w:rPr>
        <w:color w:val="1F497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30D07" w14:textId="77777777" w:rsidR="00E67A5D" w:rsidRDefault="00E67A5D" w:rsidP="00A408D9">
      <w:pPr>
        <w:spacing w:after="0" w:line="240" w:lineRule="auto"/>
      </w:pPr>
      <w:r>
        <w:separator/>
      </w:r>
    </w:p>
  </w:footnote>
  <w:footnote w:type="continuationSeparator" w:id="0">
    <w:p w14:paraId="7CAC7800" w14:textId="77777777" w:rsidR="00E67A5D" w:rsidRDefault="00E67A5D" w:rsidP="00A408D9">
      <w:pPr>
        <w:spacing w:after="0" w:line="240" w:lineRule="auto"/>
      </w:pPr>
      <w:r>
        <w:continuationSeparator/>
      </w:r>
    </w:p>
  </w:footnote>
  <w:footnote w:id="1">
    <w:p w14:paraId="7FF3023B" w14:textId="77777777" w:rsidR="00831BBE" w:rsidRDefault="00831BBE" w:rsidP="00831BB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a</w:t>
      </w:r>
      <w:proofErr w:type="gramEnd"/>
      <w:r>
        <w:t xml:space="preserve"> megfelelő rész aláhúzandó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71CFD"/>
    <w:multiLevelType w:val="hybridMultilevel"/>
    <w:tmpl w:val="DE7603CE"/>
    <w:lvl w:ilvl="0" w:tplc="040E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28760C"/>
    <w:multiLevelType w:val="hybridMultilevel"/>
    <w:tmpl w:val="4FCA611A"/>
    <w:lvl w:ilvl="0" w:tplc="040E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970E37"/>
    <w:multiLevelType w:val="hybridMultilevel"/>
    <w:tmpl w:val="CF160A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032052"/>
    <w:multiLevelType w:val="hybridMultilevel"/>
    <w:tmpl w:val="F1EA5596"/>
    <w:lvl w:ilvl="0" w:tplc="040E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76FAB"/>
    <w:multiLevelType w:val="hybridMultilevel"/>
    <w:tmpl w:val="25824304"/>
    <w:lvl w:ilvl="0" w:tplc="040E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34"/>
    <w:rsid w:val="00023807"/>
    <w:rsid w:val="00023CA1"/>
    <w:rsid w:val="000573D1"/>
    <w:rsid w:val="000601AB"/>
    <w:rsid w:val="000C31C7"/>
    <w:rsid w:val="00135869"/>
    <w:rsid w:val="0015320C"/>
    <w:rsid w:val="001A2904"/>
    <w:rsid w:val="001D1918"/>
    <w:rsid w:val="001D72C3"/>
    <w:rsid w:val="00204E50"/>
    <w:rsid w:val="0025076E"/>
    <w:rsid w:val="0025285E"/>
    <w:rsid w:val="002D1F7B"/>
    <w:rsid w:val="00315F6C"/>
    <w:rsid w:val="00365768"/>
    <w:rsid w:val="003B05AA"/>
    <w:rsid w:val="003C637D"/>
    <w:rsid w:val="003E4218"/>
    <w:rsid w:val="00420DE7"/>
    <w:rsid w:val="00481473"/>
    <w:rsid w:val="00677D34"/>
    <w:rsid w:val="00695FBD"/>
    <w:rsid w:val="006A26AA"/>
    <w:rsid w:val="00792CDA"/>
    <w:rsid w:val="007B1E5E"/>
    <w:rsid w:val="007D260D"/>
    <w:rsid w:val="00815DAB"/>
    <w:rsid w:val="00831BBE"/>
    <w:rsid w:val="00837220"/>
    <w:rsid w:val="008732A1"/>
    <w:rsid w:val="008968B6"/>
    <w:rsid w:val="008A3D57"/>
    <w:rsid w:val="00964E00"/>
    <w:rsid w:val="00986218"/>
    <w:rsid w:val="00992E10"/>
    <w:rsid w:val="00A408D9"/>
    <w:rsid w:val="00A53C31"/>
    <w:rsid w:val="00A75EF5"/>
    <w:rsid w:val="00C24CEB"/>
    <w:rsid w:val="00C604F6"/>
    <w:rsid w:val="00C9193F"/>
    <w:rsid w:val="00CF5D33"/>
    <w:rsid w:val="00D9130C"/>
    <w:rsid w:val="00E202E1"/>
    <w:rsid w:val="00E257EC"/>
    <w:rsid w:val="00E57EF4"/>
    <w:rsid w:val="00E67A5D"/>
    <w:rsid w:val="00E86FE9"/>
    <w:rsid w:val="00ED1DC9"/>
    <w:rsid w:val="00F55E98"/>
    <w:rsid w:val="00F90779"/>
    <w:rsid w:val="00FA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3021F"/>
  <w15:docId w15:val="{58917614-D950-4881-9479-5167BCDD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53C31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D2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260D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573D1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0573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573D1"/>
    <w:pPr>
      <w:spacing w:after="0" w:line="240" w:lineRule="auto"/>
      <w:ind w:left="720"/>
    </w:pPr>
    <w:rPr>
      <w:rFonts w:eastAsia="Times New Roman" w:cs="Calibri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408D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08D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408D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08D9"/>
    <w:rPr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5076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5076E"/>
    <w:rPr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250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0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lhaszn&#225;l&#243;\Desktop\fejl&#233;ces%20lap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281D4-2B86-4187-AF30-D79B60501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fejléces lap</Template>
  <TotalTime>35</TotalTime>
  <Pages>1</Pages>
  <Words>100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DELL_2</cp:lastModifiedBy>
  <cp:revision>23</cp:revision>
  <cp:lastPrinted>2015-08-31T21:21:00Z</cp:lastPrinted>
  <dcterms:created xsi:type="dcterms:W3CDTF">2019-11-07T08:47:00Z</dcterms:created>
  <dcterms:modified xsi:type="dcterms:W3CDTF">2025-10-30T16:13:00Z</dcterms:modified>
</cp:coreProperties>
</file>